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6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"/>
        <w:gridCol w:w="5165"/>
        <w:gridCol w:w="1419"/>
        <w:gridCol w:w="1743"/>
      </w:tblGrid>
      <w:tr w:rsidR="008A44DB" w:rsidRPr="008A44DB" w14:paraId="739B2F31" w14:textId="77777777" w:rsidTr="00346EAB">
        <w:trPr>
          <w:trHeight w:val="300"/>
        </w:trPr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2B59"/>
            <w:vAlign w:val="center"/>
            <w:hideMark/>
          </w:tcPr>
          <w:p w14:paraId="3540020B" w14:textId="0D6FE13A" w:rsidR="008A44DB" w:rsidRPr="008A44DB" w:rsidRDefault="005959A3" w:rsidP="008A44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Kolová sekačka 4x4</w:t>
            </w:r>
          </w:p>
        </w:tc>
      </w:tr>
      <w:tr w:rsidR="008A44DB" w:rsidRPr="008A44DB" w14:paraId="5E03376C" w14:textId="77777777" w:rsidTr="00346EAB">
        <w:trPr>
          <w:trHeight w:val="300"/>
        </w:trPr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2B59"/>
            <w:vAlign w:val="center"/>
            <w:hideMark/>
          </w:tcPr>
          <w:p w14:paraId="236E6AC8" w14:textId="7141CD4B" w:rsidR="008A44DB" w:rsidRPr="008A44DB" w:rsidRDefault="008A44DB" w:rsidP="008A44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proofErr w:type="spellStart"/>
            <w:r w:rsidRPr="008A44DB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ev.č</w:t>
            </w:r>
            <w:proofErr w:type="spellEnd"/>
            <w:r w:rsidRPr="008A44DB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. VZ: </w:t>
            </w:r>
            <w:r w:rsidR="005959A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63523060</w:t>
            </w:r>
          </w:p>
        </w:tc>
      </w:tr>
      <w:tr w:rsidR="008A44DB" w:rsidRPr="008A44DB" w14:paraId="4AD30AE1" w14:textId="77777777" w:rsidTr="00700E83">
        <w:trPr>
          <w:trHeight w:val="2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20FFD" w14:textId="77777777" w:rsidR="008A44DB" w:rsidRPr="008A44DB" w:rsidRDefault="008A44DB" w:rsidP="008A44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5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DC2A02" w14:textId="77777777" w:rsidR="008A44DB" w:rsidRPr="008A44DB" w:rsidRDefault="008A44DB" w:rsidP="008A4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48B68" w14:textId="77777777" w:rsidR="008A44DB" w:rsidRPr="008A44DB" w:rsidRDefault="008A44DB" w:rsidP="008A4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4F836" w14:textId="77777777" w:rsidR="008A44DB" w:rsidRPr="008A44DB" w:rsidRDefault="008A44DB" w:rsidP="008A4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A44DB" w:rsidRPr="008A44DB" w14:paraId="1FCA998C" w14:textId="77777777" w:rsidTr="00700E83">
        <w:trPr>
          <w:trHeight w:val="87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553CB9" w14:textId="77777777" w:rsidR="008A44DB" w:rsidRPr="008A44DB" w:rsidRDefault="008A44DB" w:rsidP="008A44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A44DB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1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736A8" w14:textId="77777777" w:rsidR="008A44DB" w:rsidRPr="008A44DB" w:rsidRDefault="008A44DB" w:rsidP="008A44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A44DB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Název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C8C6BD" w14:textId="77777777" w:rsidR="008A44DB" w:rsidRPr="008A44DB" w:rsidRDefault="008A44DB" w:rsidP="008A44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A44DB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Množství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D163A" w14:textId="77777777" w:rsidR="008A44DB" w:rsidRPr="008A44DB" w:rsidRDefault="008A44DB" w:rsidP="008A44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A44DB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Cena celkem za požadované množství bez DPH</w:t>
            </w:r>
          </w:p>
        </w:tc>
      </w:tr>
      <w:tr w:rsidR="008A44DB" w:rsidRPr="008A44DB" w14:paraId="0F14AD50" w14:textId="77777777" w:rsidTr="00700E83">
        <w:trPr>
          <w:trHeight w:val="285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7147AE" w14:textId="77777777" w:rsidR="008A44DB" w:rsidRPr="008A44DB" w:rsidRDefault="008A44DB" w:rsidP="008A44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8A44D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5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D7C46A" w14:textId="37B6FE30" w:rsidR="008A44DB" w:rsidRPr="008A44DB" w:rsidRDefault="008A44DB" w:rsidP="008A44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A44DB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Tovární označení ko</w:t>
            </w:r>
            <w:r w:rsidR="002F6F0A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lové</w:t>
            </w:r>
            <w:r w:rsidRPr="008A44DB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sekačky 4x4: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96E70E" w14:textId="77777777" w:rsidR="008A44DB" w:rsidRPr="008A44DB" w:rsidRDefault="008A44DB" w:rsidP="008A44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8A44D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1 ks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3E2AE80A" w14:textId="292D1908" w:rsidR="00625966" w:rsidRPr="008A44DB" w:rsidRDefault="00625966" w:rsidP="0062596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0,00 Kč</w:t>
            </w:r>
          </w:p>
        </w:tc>
      </w:tr>
      <w:tr w:rsidR="008A44DB" w:rsidRPr="008A44DB" w14:paraId="2265993E" w14:textId="77777777" w:rsidTr="00700E83">
        <w:trPr>
          <w:trHeight w:val="28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7499C32" w14:textId="77777777" w:rsidR="008A44DB" w:rsidRPr="008A44DB" w:rsidRDefault="008A44DB" w:rsidP="008A44D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4DFA049A" w14:textId="77777777" w:rsidR="008A44DB" w:rsidRPr="008A44DB" w:rsidRDefault="008A44DB" w:rsidP="008A44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8A44DB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XXX-XXX-XXX</w:t>
            </w: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8F6B01" w14:textId="77777777" w:rsidR="008A44DB" w:rsidRPr="008A44DB" w:rsidRDefault="008A44DB" w:rsidP="008A44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08BDC9" w14:textId="77777777" w:rsidR="008A44DB" w:rsidRPr="008A44DB" w:rsidRDefault="008A44DB" w:rsidP="008A44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</w:tr>
      <w:tr w:rsidR="008A44DB" w:rsidRPr="008A44DB" w14:paraId="31E84F70" w14:textId="77777777" w:rsidTr="00700E83">
        <w:trPr>
          <w:trHeight w:val="285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B4B578" w14:textId="77777777" w:rsidR="008A44DB" w:rsidRPr="008A44DB" w:rsidRDefault="008A44DB" w:rsidP="008A44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8A44D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5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A27D2E" w14:textId="5E2451DA" w:rsidR="008A44DB" w:rsidRPr="008A44DB" w:rsidRDefault="008A44DB" w:rsidP="008A44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A44DB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Tovární</w:t>
            </w:r>
            <w:r w:rsidR="0062596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označení</w:t>
            </w:r>
            <w:r w:rsidRPr="008A44DB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přípojného vozidla</w:t>
            </w:r>
            <w:r w:rsidR="0062596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O1</w:t>
            </w:r>
            <w:r w:rsidRPr="008A44DB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A93D95" w14:textId="77777777" w:rsidR="008A44DB" w:rsidRPr="008A44DB" w:rsidRDefault="008A44DB" w:rsidP="008A44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8A44D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1 ks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68AC37DF" w14:textId="6AB73A7D" w:rsidR="008A44DB" w:rsidRPr="008A44DB" w:rsidRDefault="00625966" w:rsidP="008A44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0,00 Kč</w:t>
            </w:r>
          </w:p>
        </w:tc>
      </w:tr>
      <w:tr w:rsidR="008A44DB" w:rsidRPr="008A44DB" w14:paraId="3385865E" w14:textId="77777777" w:rsidTr="00700E83">
        <w:trPr>
          <w:trHeight w:val="28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83C44F8" w14:textId="77777777" w:rsidR="008A44DB" w:rsidRPr="008A44DB" w:rsidRDefault="008A44DB" w:rsidP="008A44D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7B2EAA4B" w14:textId="77777777" w:rsidR="008A44DB" w:rsidRPr="008A44DB" w:rsidRDefault="008A44DB" w:rsidP="008A44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8A44DB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XXX-XXX-XXX</w:t>
            </w: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47F508" w14:textId="77777777" w:rsidR="008A44DB" w:rsidRPr="008A44DB" w:rsidRDefault="008A44DB" w:rsidP="008A44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90226E" w14:textId="77777777" w:rsidR="008A44DB" w:rsidRPr="008A44DB" w:rsidRDefault="008A44DB" w:rsidP="008A44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</w:tr>
      <w:tr w:rsidR="008A44DB" w:rsidRPr="008A44DB" w14:paraId="62AC9A66" w14:textId="77777777" w:rsidTr="00700E83">
        <w:trPr>
          <w:trHeight w:val="82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8084AA" w14:textId="77777777" w:rsidR="008A44DB" w:rsidRPr="008A44DB" w:rsidRDefault="008A44DB" w:rsidP="008A44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8A44D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3.</w:t>
            </w:r>
          </w:p>
        </w:tc>
        <w:tc>
          <w:tcPr>
            <w:tcW w:w="5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E304B" w14:textId="77777777" w:rsidR="008A44DB" w:rsidRPr="008A44DB" w:rsidRDefault="008A44DB" w:rsidP="008A44D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8A44D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Zaškolení zaměstnanců zadavatele pro bezpečnou obsluhu a údržbu stroje v místě dodávky (obvod OŘ Ostrava)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F927A" w14:textId="77777777" w:rsidR="008A44DB" w:rsidRPr="008A44DB" w:rsidRDefault="008A44DB" w:rsidP="008A44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8A44D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školení minimálně pro dvě osoby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31515" w14:textId="5D77F492" w:rsidR="008A44DB" w:rsidRPr="008A44DB" w:rsidRDefault="008A44DB" w:rsidP="008A44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8A44D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 xml:space="preserve">v ceně dodávky </w:t>
            </w:r>
          </w:p>
        </w:tc>
      </w:tr>
      <w:tr w:rsidR="008A44DB" w:rsidRPr="008A44DB" w14:paraId="1D3EDD9F" w14:textId="77777777" w:rsidTr="00700E83">
        <w:trPr>
          <w:trHeight w:val="406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0B138" w14:textId="71AEE444" w:rsidR="008A44DB" w:rsidRPr="008A44DB" w:rsidRDefault="00346EAB" w:rsidP="008A44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4</w:t>
            </w:r>
            <w:r w:rsidR="008A44DB" w:rsidRPr="008A44D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5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3B6292" w14:textId="552E038A" w:rsidR="008A44DB" w:rsidRPr="008A44DB" w:rsidRDefault="008A44DB" w:rsidP="008A44DB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8A44DB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Provádění předepsaných servisních úkonů dodavatelem v ceně stroje a v intervalech předepsaných výrobcem stroje na základě jeho servisního plánu obsahující výměny provozních kapalin a filtrů (olejových náplní motoru včetně filtrů, olejových náplní hydraulických systémů a okruhů včetně jejich filtrů, výměny filtrů vzduchových a likvidaci odpadu v souladu se zákonem </w:t>
            </w:r>
            <w:r w:rsidR="009D241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541</w:t>
            </w:r>
            <w:r w:rsidRPr="008A44DB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/20</w:t>
            </w:r>
            <w:r w:rsidR="009D241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20</w:t>
            </w:r>
            <w:r w:rsidRPr="008A44DB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 Sb.</w:t>
            </w:r>
            <w:r w:rsidR="009D241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, o odpadech, ve </w:t>
            </w:r>
            <w:proofErr w:type="gramStart"/>
            <w:r w:rsidR="009D241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znění </w:t>
            </w:r>
            <w:r w:rsidRPr="008A44DB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 pozdější</w:t>
            </w:r>
            <w:r w:rsidR="009D241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ch</w:t>
            </w:r>
            <w:proofErr w:type="gramEnd"/>
            <w:r w:rsidR="009D241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 předpisů</w:t>
            </w:r>
            <w:r w:rsidRPr="008A44DB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, seřízení pracovních částí stoje zaručujících bezpečnost obsluhy a stroje). Požadavek se nevztahuje na části podléhající běžnému opotřebení, vnějších pryžových částí, běžné údržby, doplňování PHM, nádrže AD-Blue, nebo údržby filtru pevných částic.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161D7" w14:textId="0ECB3D48" w:rsidR="008A44DB" w:rsidRPr="008A44DB" w:rsidRDefault="008A44DB" w:rsidP="008A44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8A44DB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po dobu záruční lhůty, nebo do nájezdu </w:t>
            </w:r>
            <w:r w:rsidR="00346EAB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10</w:t>
            </w:r>
            <w:r w:rsidRPr="008A44DB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00 MTH</w:t>
            </w:r>
            <w:r w:rsidR="00346EAB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 včetně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535709" w14:textId="77777777" w:rsidR="008A44DB" w:rsidRPr="008A44DB" w:rsidRDefault="008A44DB" w:rsidP="008A44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8A44D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v ceně dodávky</w:t>
            </w:r>
          </w:p>
        </w:tc>
      </w:tr>
      <w:tr w:rsidR="008A44DB" w:rsidRPr="008A44DB" w14:paraId="5535FC1E" w14:textId="77777777" w:rsidTr="00346EAB">
        <w:trPr>
          <w:trHeight w:val="403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5200"/>
            <w:noWrap/>
            <w:vAlign w:val="center"/>
            <w:hideMark/>
          </w:tcPr>
          <w:p w14:paraId="0FC8DF14" w14:textId="77777777" w:rsidR="008A44DB" w:rsidRPr="008A44DB" w:rsidRDefault="008A44DB" w:rsidP="008A44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8A44DB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Cena celkem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2822AC3A" w14:textId="6E07DD8B" w:rsidR="008A44DB" w:rsidRPr="008A44DB" w:rsidRDefault="008A44DB" w:rsidP="008A44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8A44DB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0,00 Kč</w:t>
            </w:r>
            <w:r w:rsidR="00346EAB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*</w:t>
            </w:r>
          </w:p>
        </w:tc>
      </w:tr>
      <w:tr w:rsidR="008A44DB" w:rsidRPr="008A44DB" w14:paraId="5D5E8CC9" w14:textId="77777777" w:rsidTr="00700E83">
        <w:trPr>
          <w:trHeight w:val="280"/>
        </w:trPr>
        <w:tc>
          <w:tcPr>
            <w:tcW w:w="5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9D3CFF" w14:textId="77777777" w:rsidR="0050684B" w:rsidRDefault="0050684B" w:rsidP="008A44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14:paraId="1315FCF1" w14:textId="57EF40FE" w:rsidR="008A44DB" w:rsidRPr="008A44DB" w:rsidRDefault="008A44DB" w:rsidP="008A44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A44DB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Pokyny k vyplnění: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56E8F" w14:textId="77777777" w:rsidR="008A44DB" w:rsidRPr="008A44DB" w:rsidRDefault="008A44DB" w:rsidP="008A44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F48F3" w14:textId="77777777" w:rsidR="008A44DB" w:rsidRPr="008A44DB" w:rsidRDefault="008A44DB" w:rsidP="008A4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A44DB" w:rsidRPr="008A44DB" w14:paraId="7E75CA7B" w14:textId="77777777" w:rsidTr="00346EAB">
        <w:trPr>
          <w:trHeight w:val="50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0F4BD443" w14:textId="77777777" w:rsidR="008A44DB" w:rsidRPr="008A44DB" w:rsidRDefault="008A44DB" w:rsidP="008A44D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8A44DB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5200"/>
            <w:vAlign w:val="center"/>
            <w:hideMark/>
          </w:tcPr>
          <w:p w14:paraId="6B1ACEA0" w14:textId="32D990DB" w:rsidR="008A44DB" w:rsidRPr="008A44DB" w:rsidRDefault="009D2418" w:rsidP="008A44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</w:t>
            </w:r>
            <w:r w:rsidR="008A44DB" w:rsidRPr="008A44DB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odbarvená pole k doplnění účastníkem zadávacího řízení (</w:t>
            </w:r>
            <w:r w:rsidR="00346EAB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včetně </w:t>
            </w:r>
            <w:r w:rsidR="008A44DB" w:rsidRPr="008A44DB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tovární</w:t>
            </w:r>
            <w:r w:rsidR="00346EAB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ho</w:t>
            </w:r>
            <w:r w:rsidR="008A44DB" w:rsidRPr="008A44DB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označení stroje a nabízenou cenu)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.</w:t>
            </w:r>
          </w:p>
        </w:tc>
      </w:tr>
      <w:tr w:rsidR="00346EAB" w:rsidRPr="009F7754" w14:paraId="35CDFCC4" w14:textId="77777777" w:rsidTr="00346EAB">
        <w:trPr>
          <w:trHeight w:val="499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5E6C6EF9" w14:textId="77777777" w:rsidR="00346EAB" w:rsidRPr="009F7754" w:rsidRDefault="00346EAB" w:rsidP="0069529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832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5200"/>
            <w:vAlign w:val="center"/>
            <w:hideMark/>
          </w:tcPr>
          <w:p w14:paraId="00EA410B" w14:textId="5F5A601E" w:rsidR="00346EAB" w:rsidRPr="009F7754" w:rsidRDefault="00346EAB" w:rsidP="006952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*hodnotící kritérium ve smyslu čl. 13 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V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ýzvy 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k podání nabídky</w:t>
            </w:r>
          </w:p>
        </w:tc>
      </w:tr>
      <w:tr w:rsidR="00346EAB" w:rsidRPr="009F7754" w14:paraId="343EB136" w14:textId="77777777" w:rsidTr="00346EAB">
        <w:trPr>
          <w:trHeight w:val="499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3A66C6C4" w14:textId="77777777" w:rsidR="00346EAB" w:rsidRDefault="00346EAB" w:rsidP="0069529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3. </w:t>
            </w:r>
          </w:p>
        </w:tc>
        <w:tc>
          <w:tcPr>
            <w:tcW w:w="832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5200"/>
            <w:vAlign w:val="center"/>
            <w:hideMark/>
          </w:tcPr>
          <w:p w14:paraId="13E43129" w14:textId="24CEF6AA" w:rsidR="00346EAB" w:rsidRDefault="00346EAB" w:rsidP="006952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Za součet cen</w:t>
            </w:r>
            <w:r w:rsidR="009D2418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y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celkem je 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odpovědný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účastník</w:t>
            </w:r>
            <w:r w:rsidR="009D2418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.</w:t>
            </w:r>
          </w:p>
        </w:tc>
      </w:tr>
      <w:tr w:rsidR="008A44DB" w:rsidRPr="008A44DB" w14:paraId="5D4847B7" w14:textId="77777777" w:rsidTr="00700E83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5C25B" w14:textId="77777777" w:rsidR="008A44DB" w:rsidRPr="008A44DB" w:rsidRDefault="008A44DB" w:rsidP="008A44D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5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5DBF4E" w14:textId="77777777" w:rsidR="008A44DB" w:rsidRPr="008A44DB" w:rsidRDefault="008A44DB" w:rsidP="008A4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80C72F" w14:textId="77777777" w:rsidR="008A44DB" w:rsidRPr="008A44DB" w:rsidRDefault="008A44DB" w:rsidP="008A4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664A96" w14:textId="77777777" w:rsidR="008A44DB" w:rsidRPr="008A44DB" w:rsidRDefault="008A44DB" w:rsidP="008A4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A44DB" w:rsidRPr="008A44DB" w14:paraId="608F4FFD" w14:textId="77777777" w:rsidTr="00700E83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40E8C" w14:textId="77777777" w:rsidR="008A44DB" w:rsidRPr="008A44DB" w:rsidRDefault="008A44DB" w:rsidP="008A4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454316" w14:textId="77777777" w:rsidR="008A44DB" w:rsidRDefault="008A44DB" w:rsidP="008A4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  <w:p w14:paraId="7D0C3C4D" w14:textId="77777777" w:rsidR="0050684B" w:rsidRDefault="0050684B" w:rsidP="008A4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  <w:p w14:paraId="05DEED40" w14:textId="432BA957" w:rsidR="0050684B" w:rsidRPr="008A44DB" w:rsidRDefault="0050684B" w:rsidP="008A4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40624D" w14:textId="77777777" w:rsidR="008A44DB" w:rsidRPr="008A44DB" w:rsidRDefault="008A44DB" w:rsidP="008A4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080AB3" w14:textId="77777777" w:rsidR="008A44DB" w:rsidRPr="008A44DB" w:rsidRDefault="008A44DB" w:rsidP="008A4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29B3BE6B" w14:textId="77777777" w:rsidR="002F2312" w:rsidRDefault="002F2312" w:rsidP="00700E83">
      <w:pPr>
        <w:rPr>
          <w:sz w:val="20"/>
          <w:szCs w:val="20"/>
        </w:rPr>
      </w:pPr>
    </w:p>
    <w:sectPr w:rsidR="002F2312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30D87" w14:textId="77777777" w:rsidR="00F91A2C" w:rsidRDefault="00F91A2C" w:rsidP="00962258">
      <w:pPr>
        <w:spacing w:after="0" w:line="240" w:lineRule="auto"/>
      </w:pPr>
      <w:r>
        <w:separator/>
      </w:r>
    </w:p>
  </w:endnote>
  <w:endnote w:type="continuationSeparator" w:id="0">
    <w:p w14:paraId="1D5C3428" w14:textId="77777777" w:rsidR="00F91A2C" w:rsidRDefault="00F91A2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647EA" w14:textId="77777777" w:rsidR="00F64F95" w:rsidRDefault="00F64F9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3FA2DB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665C2D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55DB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55DB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4EB090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7C74EB4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4232975" w14:textId="77777777" w:rsidR="00F1715C" w:rsidRDefault="00F1715C" w:rsidP="00D831A3">
          <w:pPr>
            <w:pStyle w:val="Zpat"/>
          </w:pPr>
        </w:p>
      </w:tc>
    </w:tr>
  </w:tbl>
  <w:p w14:paraId="4FB8B8DF" w14:textId="77777777" w:rsidR="00F1715C" w:rsidRPr="00B8518B" w:rsidRDefault="00E1013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E6F6240" wp14:editId="2218FE81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E25EE1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A4944" w14:paraId="7490580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92A71D3" w14:textId="77777777" w:rsidR="005A4944" w:rsidRPr="00B8518B" w:rsidRDefault="005A4944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55DB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55DB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5D9BE6" w14:textId="77777777" w:rsidR="005A4944" w:rsidRDefault="005A4944" w:rsidP="005A4944">
          <w:pPr>
            <w:pStyle w:val="Zpat"/>
          </w:pPr>
          <w:r>
            <w:t>Správa železni</w:t>
          </w:r>
          <w:r w:rsidR="001D66BD">
            <w:t>c</w:t>
          </w:r>
          <w:r>
            <w:t>, státní organizace</w:t>
          </w:r>
        </w:p>
        <w:p w14:paraId="4E327DC7" w14:textId="77777777" w:rsidR="005A4944" w:rsidRDefault="005A4944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0101E" w14:textId="77777777" w:rsidR="005A4944" w:rsidRDefault="005A4944" w:rsidP="005A4944">
          <w:pPr>
            <w:pStyle w:val="Zpat"/>
          </w:pPr>
          <w:r>
            <w:t>Sídlo: Dlážděná 1003/7, 110 00 Praha 1</w:t>
          </w:r>
        </w:p>
        <w:p w14:paraId="3D46F3B0" w14:textId="77777777" w:rsidR="005A4944" w:rsidRDefault="005A4944" w:rsidP="005A4944">
          <w:pPr>
            <w:pStyle w:val="Zpat"/>
          </w:pPr>
          <w:r>
            <w:t>IČ</w:t>
          </w:r>
          <w:r w:rsidR="001D66BD">
            <w:t>O</w:t>
          </w:r>
          <w:r>
            <w:t>: 709 94 234 DIČ: CZ 709 94 234</w:t>
          </w:r>
        </w:p>
        <w:p w14:paraId="65FF87E5" w14:textId="77777777" w:rsidR="005A4944" w:rsidRDefault="005A4944" w:rsidP="00D015F4">
          <w:pPr>
            <w:pStyle w:val="Zpat"/>
          </w:pPr>
          <w:r>
            <w:t>s</w:t>
          </w:r>
          <w:r w:rsidR="00D015F4">
            <w:t>pravazeleznic</w:t>
          </w:r>
          <w:r>
            <w:t>.cz</w:t>
          </w:r>
        </w:p>
      </w:tc>
      <w:tc>
        <w:tcPr>
          <w:tcW w:w="2921" w:type="dxa"/>
        </w:tcPr>
        <w:p w14:paraId="170D4EAF" w14:textId="77777777" w:rsidR="005A4944" w:rsidRDefault="005A4944" w:rsidP="005A4944">
          <w:pPr>
            <w:pStyle w:val="Zpat"/>
          </w:pPr>
        </w:p>
      </w:tc>
    </w:tr>
  </w:tbl>
  <w:p w14:paraId="608DF72E" w14:textId="77777777" w:rsidR="00F1715C" w:rsidRPr="00B8518B" w:rsidRDefault="00E1013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F34C8FD" wp14:editId="470F477C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AC1615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F1715C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30363504" wp14:editId="2A9CB38B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6715A2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1509C9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0BB76" w14:textId="77777777" w:rsidR="00F91A2C" w:rsidRDefault="00F91A2C" w:rsidP="00962258">
      <w:pPr>
        <w:spacing w:after="0" w:line="240" w:lineRule="auto"/>
      </w:pPr>
      <w:r>
        <w:separator/>
      </w:r>
    </w:p>
  </w:footnote>
  <w:footnote w:type="continuationSeparator" w:id="0">
    <w:p w14:paraId="44C8C8E1" w14:textId="77777777" w:rsidR="00F91A2C" w:rsidRDefault="00F91A2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06EEC" w14:textId="77777777" w:rsidR="00F64F95" w:rsidRDefault="00F64F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722FE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5F949B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8DA52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006BC4B" w14:textId="77777777" w:rsidR="00F1715C" w:rsidRPr="00D6163D" w:rsidRDefault="00F1715C" w:rsidP="00D6163D">
          <w:pPr>
            <w:pStyle w:val="Druhdokumentu"/>
          </w:pPr>
        </w:p>
      </w:tc>
    </w:tr>
  </w:tbl>
  <w:p w14:paraId="40A4CCF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2A6AEA" w14:paraId="316292A6" w14:textId="77777777" w:rsidTr="00B352E2">
      <w:trPr>
        <w:trHeight w:hRule="exact" w:val="1452"/>
      </w:trPr>
      <w:tc>
        <w:tcPr>
          <w:tcW w:w="1361" w:type="dxa"/>
          <w:tcMar>
            <w:left w:w="0" w:type="dxa"/>
            <w:right w:w="0" w:type="dxa"/>
          </w:tcMar>
        </w:tcPr>
        <w:p w14:paraId="17623AF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E7D3D7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6E1FB6B" w14:textId="1E95474F" w:rsidR="00F64F95" w:rsidRPr="009618D3" w:rsidRDefault="005959A3" w:rsidP="00F64F95">
          <w:pPr>
            <w:tabs>
              <w:tab w:val="center" w:pos="4536"/>
              <w:tab w:val="right" w:pos="9072"/>
            </w:tabs>
            <w:rPr>
              <w:rFonts w:eastAsia="Calibri" w:cstheme="minorHAnsi"/>
              <w:sz w:val="18"/>
            </w:rPr>
          </w:pPr>
          <w:r>
            <w:rPr>
              <w:sz w:val="18"/>
            </w:rPr>
            <w:t xml:space="preserve">            </w:t>
          </w:r>
          <w:r w:rsidR="00F64F95" w:rsidRPr="009618D3">
            <w:rPr>
              <w:rFonts w:eastAsia="Calibri" w:cstheme="minorHAnsi"/>
              <w:sz w:val="18"/>
            </w:rPr>
            <w:t>Příloha 1</w:t>
          </w:r>
          <w:r w:rsidR="00F64F95">
            <w:rPr>
              <w:rFonts w:eastAsia="Calibri" w:cstheme="minorHAnsi"/>
              <w:sz w:val="18"/>
            </w:rPr>
            <w:t>4</w:t>
          </w:r>
          <w:r w:rsidR="00F64F95" w:rsidRPr="009618D3">
            <w:rPr>
              <w:rFonts w:eastAsia="Calibri" w:cstheme="minorHAnsi"/>
              <w:sz w:val="18"/>
            </w:rPr>
            <w:t xml:space="preserve"> Výzvy k podání nabídek:</w:t>
          </w:r>
        </w:p>
        <w:p w14:paraId="15ACFF37" w14:textId="4549DBCC" w:rsidR="007027E7" w:rsidRPr="00F64F95" w:rsidRDefault="00F64F95" w:rsidP="007027E7">
          <w:pPr>
            <w:pStyle w:val="Druhdokumentu"/>
            <w:jc w:val="left"/>
            <w:rPr>
              <w:b w:val="0"/>
              <w:sz w:val="18"/>
              <w:szCs w:val="18"/>
            </w:rPr>
          </w:pPr>
          <w:r>
            <w:rPr>
              <w:sz w:val="18"/>
              <w:szCs w:val="18"/>
            </w:rPr>
            <w:t xml:space="preserve">              </w:t>
          </w:r>
          <w:r w:rsidR="007027E7" w:rsidRPr="00F64F95">
            <w:rPr>
              <w:b w:val="0"/>
              <w:color w:val="auto"/>
              <w:sz w:val="18"/>
              <w:szCs w:val="18"/>
            </w:rPr>
            <w:t>Formulář pro cenovou nabídku</w:t>
          </w:r>
          <w:r w:rsidR="00634A77" w:rsidRPr="00F64F95">
            <w:rPr>
              <w:b w:val="0"/>
              <w:color w:val="auto"/>
              <w:sz w:val="18"/>
              <w:szCs w:val="18"/>
            </w:rPr>
            <w:t xml:space="preserve"> </w:t>
          </w:r>
        </w:p>
        <w:p w14:paraId="28C79ECC" w14:textId="77777777" w:rsidR="00F1715C" w:rsidRPr="002A6AEA" w:rsidRDefault="00F1715C" w:rsidP="002A6AEA">
          <w:pPr>
            <w:pStyle w:val="Druhdokumentu"/>
            <w:jc w:val="left"/>
            <w:rPr>
              <w:sz w:val="24"/>
              <w:szCs w:val="24"/>
            </w:rPr>
          </w:pPr>
        </w:p>
        <w:p w14:paraId="0D23CC55" w14:textId="77777777" w:rsidR="002A6AEA" w:rsidRPr="002A6AEA" w:rsidRDefault="002A6AEA" w:rsidP="002A6AEA">
          <w:pPr>
            <w:pStyle w:val="Druhdokumentu"/>
            <w:rPr>
              <w:sz w:val="22"/>
              <w:szCs w:val="22"/>
            </w:rPr>
          </w:pPr>
        </w:p>
      </w:tc>
    </w:tr>
    <w:tr w:rsidR="009F392E" w14:paraId="6292BA1B" w14:textId="77777777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2DA0C5D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D3AE24" w14:textId="77777777" w:rsidR="00B352E2" w:rsidRDefault="00B352E2" w:rsidP="00FC6389">
          <w:pPr>
            <w:pStyle w:val="Zpat"/>
          </w:pPr>
        </w:p>
        <w:p w14:paraId="52CC6269" w14:textId="77777777" w:rsidR="00B352E2" w:rsidRDefault="00B352E2" w:rsidP="00B352E2"/>
        <w:p w14:paraId="05E82CFE" w14:textId="77777777" w:rsidR="009F392E" w:rsidRPr="00B352E2" w:rsidRDefault="009F392E" w:rsidP="00B352E2">
          <w:pPr>
            <w:jc w:val="center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712AD65" w14:textId="77777777" w:rsidR="009F392E" w:rsidRPr="00D6163D" w:rsidRDefault="009F392E" w:rsidP="00FC6389">
          <w:pPr>
            <w:pStyle w:val="Druhdokumentu"/>
          </w:pPr>
        </w:p>
      </w:tc>
    </w:tr>
  </w:tbl>
  <w:p w14:paraId="31FA836A" w14:textId="77777777" w:rsidR="00F1715C" w:rsidRPr="00D6163D" w:rsidRDefault="001D66B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3E858C1" wp14:editId="73A1BF4C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9038AB" w14:textId="77777777" w:rsidR="00F1715C" w:rsidRPr="00460660" w:rsidRDefault="00F1715C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E05A5F"/>
    <w:multiLevelType w:val="multilevel"/>
    <w:tmpl w:val="0D34D660"/>
    <w:numStyleLink w:val="ListBulletmultilevel"/>
  </w:abstractNum>
  <w:abstractNum w:abstractNumId="4" w15:restartNumberingAfterBreak="0">
    <w:nsid w:val="25822B56"/>
    <w:multiLevelType w:val="hybridMultilevel"/>
    <w:tmpl w:val="C512ED26"/>
    <w:lvl w:ilvl="0" w:tplc="BDB431F4">
      <w:start w:val="10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521553183">
    <w:abstractNumId w:val="1"/>
  </w:num>
  <w:num w:numId="2" w16cid:durableId="1274559973">
    <w:abstractNumId w:val="0"/>
  </w:num>
  <w:num w:numId="3" w16cid:durableId="568075397">
    <w:abstractNumId w:val="9"/>
  </w:num>
  <w:num w:numId="4" w16cid:durableId="1871839759">
    <w:abstractNumId w:val="3"/>
  </w:num>
  <w:num w:numId="5" w16cid:durableId="1684745054">
    <w:abstractNumId w:val="7"/>
  </w:num>
  <w:num w:numId="6" w16cid:durableId="2007975971">
    <w:abstractNumId w:val="5"/>
  </w:num>
  <w:num w:numId="7" w16cid:durableId="758065391">
    <w:abstractNumId w:val="6"/>
  </w:num>
  <w:num w:numId="8" w16cid:durableId="283390030">
    <w:abstractNumId w:val="2"/>
  </w:num>
  <w:num w:numId="9" w16cid:durableId="693725458">
    <w:abstractNumId w:val="8"/>
  </w:num>
  <w:num w:numId="10" w16cid:durableId="30737313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566"/>
    <w:rsid w:val="00012A8F"/>
    <w:rsid w:val="00072C1E"/>
    <w:rsid w:val="00094664"/>
    <w:rsid w:val="000B4EB8"/>
    <w:rsid w:val="000C41F2"/>
    <w:rsid w:val="000D22C4"/>
    <w:rsid w:val="000D27D1"/>
    <w:rsid w:val="000D3133"/>
    <w:rsid w:val="000E71F3"/>
    <w:rsid w:val="000F4860"/>
    <w:rsid w:val="000F540E"/>
    <w:rsid w:val="001036B3"/>
    <w:rsid w:val="00114472"/>
    <w:rsid w:val="001150F2"/>
    <w:rsid w:val="00170EC5"/>
    <w:rsid w:val="001747C1"/>
    <w:rsid w:val="00186692"/>
    <w:rsid w:val="00190B15"/>
    <w:rsid w:val="001B4E74"/>
    <w:rsid w:val="001D66BD"/>
    <w:rsid w:val="001F10F0"/>
    <w:rsid w:val="00203D71"/>
    <w:rsid w:val="00207DF5"/>
    <w:rsid w:val="00261A5B"/>
    <w:rsid w:val="00277BC7"/>
    <w:rsid w:val="00285044"/>
    <w:rsid w:val="00296DC2"/>
    <w:rsid w:val="002A6AEA"/>
    <w:rsid w:val="002B5243"/>
    <w:rsid w:val="002C31BF"/>
    <w:rsid w:val="002E0CD7"/>
    <w:rsid w:val="002F2312"/>
    <w:rsid w:val="002F6F0A"/>
    <w:rsid w:val="00301A67"/>
    <w:rsid w:val="00327EEF"/>
    <w:rsid w:val="003354B5"/>
    <w:rsid w:val="003362B7"/>
    <w:rsid w:val="00346EAB"/>
    <w:rsid w:val="0034719F"/>
    <w:rsid w:val="003571D8"/>
    <w:rsid w:val="00357BC6"/>
    <w:rsid w:val="00361422"/>
    <w:rsid w:val="003711E4"/>
    <w:rsid w:val="003712A0"/>
    <w:rsid w:val="003956C6"/>
    <w:rsid w:val="00396538"/>
    <w:rsid w:val="003A2637"/>
    <w:rsid w:val="003C180B"/>
    <w:rsid w:val="003D5014"/>
    <w:rsid w:val="003E4A4C"/>
    <w:rsid w:val="00450F07"/>
    <w:rsid w:val="00453CD3"/>
    <w:rsid w:val="00460660"/>
    <w:rsid w:val="00486107"/>
    <w:rsid w:val="00491827"/>
    <w:rsid w:val="004A710C"/>
    <w:rsid w:val="004B5CD0"/>
    <w:rsid w:val="004C4399"/>
    <w:rsid w:val="004C787C"/>
    <w:rsid w:val="004E7A1F"/>
    <w:rsid w:val="004F4B9B"/>
    <w:rsid w:val="0050684B"/>
    <w:rsid w:val="00511AB9"/>
    <w:rsid w:val="00523BB5"/>
    <w:rsid w:val="00523EA7"/>
    <w:rsid w:val="005406EB"/>
    <w:rsid w:val="00553375"/>
    <w:rsid w:val="00562CC0"/>
    <w:rsid w:val="005736B7"/>
    <w:rsid w:val="00575E5A"/>
    <w:rsid w:val="005959A3"/>
    <w:rsid w:val="0059674A"/>
    <w:rsid w:val="005A4944"/>
    <w:rsid w:val="005A494C"/>
    <w:rsid w:val="005E24FC"/>
    <w:rsid w:val="005E752F"/>
    <w:rsid w:val="00607F15"/>
    <w:rsid w:val="0061068E"/>
    <w:rsid w:val="00625966"/>
    <w:rsid w:val="00634A77"/>
    <w:rsid w:val="00637C8B"/>
    <w:rsid w:val="006411CB"/>
    <w:rsid w:val="00651339"/>
    <w:rsid w:val="00660AD3"/>
    <w:rsid w:val="006626CF"/>
    <w:rsid w:val="006A5570"/>
    <w:rsid w:val="006A689C"/>
    <w:rsid w:val="006B3D79"/>
    <w:rsid w:val="006E0578"/>
    <w:rsid w:val="006E314D"/>
    <w:rsid w:val="00700E83"/>
    <w:rsid w:val="007027E7"/>
    <w:rsid w:val="00710723"/>
    <w:rsid w:val="0071113A"/>
    <w:rsid w:val="00723ED1"/>
    <w:rsid w:val="00742F51"/>
    <w:rsid w:val="00743525"/>
    <w:rsid w:val="007535FF"/>
    <w:rsid w:val="0076286B"/>
    <w:rsid w:val="00766846"/>
    <w:rsid w:val="0077673A"/>
    <w:rsid w:val="007846E1"/>
    <w:rsid w:val="007B0199"/>
    <w:rsid w:val="007B570C"/>
    <w:rsid w:val="007D7419"/>
    <w:rsid w:val="007E1DF9"/>
    <w:rsid w:val="007E4A6E"/>
    <w:rsid w:val="007E70A0"/>
    <w:rsid w:val="007F56A7"/>
    <w:rsid w:val="007F6566"/>
    <w:rsid w:val="00803464"/>
    <w:rsid w:val="00807DD0"/>
    <w:rsid w:val="008201C7"/>
    <w:rsid w:val="008254BC"/>
    <w:rsid w:val="00856E91"/>
    <w:rsid w:val="00857DDC"/>
    <w:rsid w:val="00874CD4"/>
    <w:rsid w:val="00890B7C"/>
    <w:rsid w:val="00895BBB"/>
    <w:rsid w:val="008A3568"/>
    <w:rsid w:val="008A44DB"/>
    <w:rsid w:val="008D03B9"/>
    <w:rsid w:val="008F18D6"/>
    <w:rsid w:val="00904780"/>
    <w:rsid w:val="00922385"/>
    <w:rsid w:val="009223DF"/>
    <w:rsid w:val="00936091"/>
    <w:rsid w:val="00940D8A"/>
    <w:rsid w:val="00946AE9"/>
    <w:rsid w:val="00962258"/>
    <w:rsid w:val="009638BC"/>
    <w:rsid w:val="009678B7"/>
    <w:rsid w:val="00970B5A"/>
    <w:rsid w:val="00981224"/>
    <w:rsid w:val="00992D9C"/>
    <w:rsid w:val="00996CB8"/>
    <w:rsid w:val="009B2E97"/>
    <w:rsid w:val="009C442C"/>
    <w:rsid w:val="009D2418"/>
    <w:rsid w:val="009E07F4"/>
    <w:rsid w:val="009F309B"/>
    <w:rsid w:val="009F392E"/>
    <w:rsid w:val="009F7754"/>
    <w:rsid w:val="00A12CC9"/>
    <w:rsid w:val="00A2240C"/>
    <w:rsid w:val="00A267AB"/>
    <w:rsid w:val="00A34C78"/>
    <w:rsid w:val="00A47FFB"/>
    <w:rsid w:val="00A500EA"/>
    <w:rsid w:val="00A50641"/>
    <w:rsid w:val="00A530BF"/>
    <w:rsid w:val="00A55DB5"/>
    <w:rsid w:val="00A6177B"/>
    <w:rsid w:val="00A66136"/>
    <w:rsid w:val="00A71189"/>
    <w:rsid w:val="00A753ED"/>
    <w:rsid w:val="00A908E4"/>
    <w:rsid w:val="00A94C2F"/>
    <w:rsid w:val="00AA4CBB"/>
    <w:rsid w:val="00AA65FA"/>
    <w:rsid w:val="00AA7351"/>
    <w:rsid w:val="00AD056F"/>
    <w:rsid w:val="00AD6731"/>
    <w:rsid w:val="00AF52C0"/>
    <w:rsid w:val="00B008D5"/>
    <w:rsid w:val="00B15D0D"/>
    <w:rsid w:val="00B34218"/>
    <w:rsid w:val="00B352E2"/>
    <w:rsid w:val="00B438F0"/>
    <w:rsid w:val="00B75EE1"/>
    <w:rsid w:val="00B77481"/>
    <w:rsid w:val="00B8518B"/>
    <w:rsid w:val="00BA0376"/>
    <w:rsid w:val="00BD7E91"/>
    <w:rsid w:val="00BD7F0D"/>
    <w:rsid w:val="00C02D0A"/>
    <w:rsid w:val="00C03A6E"/>
    <w:rsid w:val="00C3606B"/>
    <w:rsid w:val="00C420CA"/>
    <w:rsid w:val="00C44F6A"/>
    <w:rsid w:val="00C47B1C"/>
    <w:rsid w:val="00C6198E"/>
    <w:rsid w:val="00C632C8"/>
    <w:rsid w:val="00C778A5"/>
    <w:rsid w:val="00C95162"/>
    <w:rsid w:val="00CD1FC4"/>
    <w:rsid w:val="00CD64CF"/>
    <w:rsid w:val="00CE4B13"/>
    <w:rsid w:val="00D015F4"/>
    <w:rsid w:val="00D034A0"/>
    <w:rsid w:val="00D21061"/>
    <w:rsid w:val="00D4108E"/>
    <w:rsid w:val="00D6163D"/>
    <w:rsid w:val="00D831A3"/>
    <w:rsid w:val="00DA2D31"/>
    <w:rsid w:val="00DA3711"/>
    <w:rsid w:val="00DD46F3"/>
    <w:rsid w:val="00DE56F2"/>
    <w:rsid w:val="00DE68D5"/>
    <w:rsid w:val="00DF116D"/>
    <w:rsid w:val="00DF224E"/>
    <w:rsid w:val="00E02F69"/>
    <w:rsid w:val="00E1013A"/>
    <w:rsid w:val="00E218B5"/>
    <w:rsid w:val="00E260F5"/>
    <w:rsid w:val="00E762E9"/>
    <w:rsid w:val="00E8065E"/>
    <w:rsid w:val="00E8470D"/>
    <w:rsid w:val="00EB104F"/>
    <w:rsid w:val="00ED14BD"/>
    <w:rsid w:val="00ED5B44"/>
    <w:rsid w:val="00F0092E"/>
    <w:rsid w:val="00F016C7"/>
    <w:rsid w:val="00F12DEC"/>
    <w:rsid w:val="00F1715C"/>
    <w:rsid w:val="00F27FF1"/>
    <w:rsid w:val="00F310F8"/>
    <w:rsid w:val="00F35939"/>
    <w:rsid w:val="00F35ECD"/>
    <w:rsid w:val="00F37A56"/>
    <w:rsid w:val="00F45607"/>
    <w:rsid w:val="00F53137"/>
    <w:rsid w:val="00F64F95"/>
    <w:rsid w:val="00F659EB"/>
    <w:rsid w:val="00F8233B"/>
    <w:rsid w:val="00F86BA6"/>
    <w:rsid w:val="00F91A2C"/>
    <w:rsid w:val="00F92868"/>
    <w:rsid w:val="00FA11C7"/>
    <w:rsid w:val="00FB6342"/>
    <w:rsid w:val="00FC6389"/>
    <w:rsid w:val="00FE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2E57DB"/>
  <w14:defaultImageDpi w14:val="32767"/>
  <w15:docId w15:val="{0B1B0F82-FEC5-4789-A091-95662114E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1F12B2E-13E8-45EB-A850-6EA77F8CAC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Sklady_PHM_ZTP_příloha_č_2(Správa_železnic).dotx</Template>
  <TotalTime>26</TotalTime>
  <Pages>1</Pages>
  <Words>208</Words>
  <Characters>1230</Characters>
  <Application>Microsoft Office Word</Application>
  <DocSecurity>0</DocSecurity>
  <Lines>10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12</cp:revision>
  <cp:lastPrinted>2021-04-30T05:48:00Z</cp:lastPrinted>
  <dcterms:created xsi:type="dcterms:W3CDTF">2022-12-30T08:37:00Z</dcterms:created>
  <dcterms:modified xsi:type="dcterms:W3CDTF">2023-04-03T12:01:00Z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